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73" w:rsidRDefault="00731F73" w:rsidP="004137F8">
      <w:pPr>
        <w:pBdr>
          <w:bottom w:val="single" w:sz="4" w:space="1" w:color="000000"/>
        </w:pBdr>
        <w:jc w:val="right"/>
      </w:pPr>
      <w:r>
        <w:t xml:space="preserve"> (Załącznik nr 1 do Umowy)</w:t>
      </w:r>
    </w:p>
    <w:p w:rsidR="00731F73" w:rsidRDefault="00731F73" w:rsidP="004137F8">
      <w:pPr>
        <w:pStyle w:val="Default"/>
        <w:rPr>
          <w:b/>
          <w:sz w:val="32"/>
          <w:szCs w:val="32"/>
        </w:rPr>
      </w:pPr>
    </w:p>
    <w:p w:rsidR="00731F73" w:rsidRPr="005F24C8" w:rsidRDefault="00731F73" w:rsidP="004137F8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PEŁNOMOCNICTWO</w:t>
      </w:r>
    </w:p>
    <w:p w:rsidR="00731F73" w:rsidRDefault="00731F73" w:rsidP="0051378A">
      <w:pPr>
        <w:pStyle w:val="Default"/>
        <w:rPr>
          <w:color w:val="auto"/>
        </w:rPr>
      </w:pPr>
    </w:p>
    <w:tbl>
      <w:tblPr>
        <w:tblW w:w="9322" w:type="dxa"/>
        <w:tblLayout w:type="fixed"/>
        <w:tblLook w:val="0000"/>
      </w:tblPr>
      <w:tblGrid>
        <w:gridCol w:w="9322"/>
      </w:tblGrid>
      <w:tr w:rsidR="00731F73" w:rsidRPr="00D8479A" w:rsidTr="00D96326">
        <w:trPr>
          <w:trHeight w:val="3547"/>
        </w:trPr>
        <w:tc>
          <w:tcPr>
            <w:tcW w:w="9322" w:type="dxa"/>
          </w:tcPr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color w:val="auto"/>
              </w:rPr>
              <w:t xml:space="preserve"> </w:t>
            </w:r>
            <w:r w:rsidRPr="00D8479A">
              <w:rPr>
                <w:i/>
                <w:iCs/>
                <w:sz w:val="22"/>
                <w:szCs w:val="22"/>
              </w:rPr>
              <w:t xml:space="preserve">Imię i Nazwisko / Nazwa firmy :………...…………………………………………………………….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……………………………………………………………...……………………………………………..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8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Adres zameldowania / Adres siedziby firmy*:…………………..……………………………………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………………………………………………………………………………….…………………………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………………………………………………………….…………………………………………………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Seria i nr dowodu osobistego*:……………………………..…………………………………………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…………………………………………………………………..………………………………………..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PESEL*:………………………………………………………………………………...………………..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………………………………………………………………………………………..………………….. </w:t>
            </w:r>
          </w:p>
          <w:p w:rsidR="00731F73" w:rsidRPr="00D8479A" w:rsidRDefault="00731F73">
            <w:pPr>
              <w:pStyle w:val="Default"/>
              <w:rPr>
                <w:i/>
                <w:iCs/>
                <w:sz w:val="10"/>
                <w:szCs w:val="22"/>
              </w:rPr>
            </w:pPr>
          </w:p>
          <w:p w:rsidR="00731F73" w:rsidRPr="00D8479A" w:rsidRDefault="00731F73">
            <w:pPr>
              <w:pStyle w:val="Default"/>
              <w:rPr>
                <w:sz w:val="22"/>
                <w:szCs w:val="22"/>
              </w:rPr>
            </w:pPr>
            <w:r w:rsidRPr="00D8479A">
              <w:rPr>
                <w:i/>
                <w:iCs/>
                <w:sz w:val="22"/>
                <w:szCs w:val="22"/>
              </w:rPr>
              <w:t xml:space="preserve">NIP:……………………………………………………………………………………………..……….. </w:t>
            </w:r>
          </w:p>
        </w:tc>
      </w:tr>
    </w:tbl>
    <w:p w:rsidR="00731F73" w:rsidRDefault="00731F73" w:rsidP="0051378A">
      <w:pPr>
        <w:pStyle w:val="Default"/>
        <w:rPr>
          <w:color w:val="auto"/>
        </w:rPr>
      </w:pPr>
    </w:p>
    <w:p w:rsidR="00731F73" w:rsidRDefault="00731F73" w:rsidP="00D96326">
      <w:pPr>
        <w:pStyle w:val="Default"/>
        <w:spacing w:line="360" w:lineRule="auto"/>
        <w:rPr>
          <w:color w:val="auto"/>
          <w:sz w:val="18"/>
          <w:szCs w:val="18"/>
        </w:rPr>
      </w:pPr>
      <w:r>
        <w:rPr>
          <w:color w:val="auto"/>
        </w:rPr>
        <w:t xml:space="preserve"> </w:t>
      </w:r>
      <w:r>
        <w:rPr>
          <w:color w:val="auto"/>
          <w:sz w:val="18"/>
          <w:szCs w:val="18"/>
        </w:rPr>
        <w:t>Ja/My niżej podpisany/a/i udzielam/y niniejszym pełnomocnictwa na rzecz:</w:t>
      </w:r>
      <w:r>
        <w:rPr>
          <w:b/>
          <w:bCs/>
          <w:color w:val="auto"/>
          <w:sz w:val="18"/>
          <w:szCs w:val="18"/>
        </w:rPr>
        <w:t>…………………………………………………………………………………………………………………………….</w:t>
      </w:r>
      <w:r>
        <w:rPr>
          <w:color w:val="auto"/>
          <w:sz w:val="18"/>
          <w:szCs w:val="18"/>
        </w:rPr>
        <w:t>do:</w:t>
      </w:r>
    </w:p>
    <w:p w:rsidR="00731F73" w:rsidRDefault="00731F73" w:rsidP="00BE366C">
      <w:pPr>
        <w:pStyle w:val="Default"/>
        <w:spacing w:line="300" w:lineRule="auto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1. zgłoszenia właściwemu Operatorowi Systemu Dystrybucyjnego do realizacji zawartej z ………………………………………………………….……………………….. umowy sprzedaży energii elektrycznej,</w:t>
      </w:r>
    </w:p>
    <w:p w:rsidR="00731F73" w:rsidRDefault="00731F73" w:rsidP="00571ABC">
      <w:pPr>
        <w:pStyle w:val="Default"/>
        <w:spacing w:line="300" w:lineRule="auto"/>
        <w:rPr>
          <w:color w:val="auto"/>
          <w:sz w:val="18"/>
          <w:szCs w:val="18"/>
        </w:rPr>
      </w:pPr>
    </w:p>
    <w:p w:rsidR="00731F73" w:rsidRDefault="00731F73" w:rsidP="00571ABC">
      <w:pPr>
        <w:pStyle w:val="Default"/>
        <w:spacing w:line="300" w:lineRule="auto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2. złożenia oświadczenia o wypowiedzeniu dotychczas obowiązującej umowy sprzedaży energii elektrycznej i świadczenia usług dystrybucji bądź umowy sprzedaży energii elektrycznej lub złożenia oświadczenia o rozwiązaniu umowy sprzedaży energii elektrycznej i świadczenia usług dystrybucji bądź umowy sprzedaży energii elektrycznej w trybie zgodnego porozumienia stron dotychczasowemu sprzedawcy energii elektrycznej,</w:t>
      </w:r>
    </w:p>
    <w:p w:rsidR="00731F73" w:rsidRDefault="00731F73" w:rsidP="00571ABC">
      <w:pPr>
        <w:pStyle w:val="Default"/>
        <w:spacing w:line="300" w:lineRule="auto"/>
        <w:jc w:val="both"/>
        <w:rPr>
          <w:color w:val="auto"/>
          <w:sz w:val="18"/>
          <w:szCs w:val="18"/>
        </w:rPr>
      </w:pPr>
    </w:p>
    <w:p w:rsidR="00731F73" w:rsidRDefault="00731F73" w:rsidP="00571ABC">
      <w:pPr>
        <w:pStyle w:val="Default"/>
        <w:spacing w:line="300" w:lineRule="auto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  3. przygotowania stosownych dokumentów i dokonania uzgodnień w celu  zawarcia przez Zamawiającego umowy o świadczenie usług dystrybucji ze wskazanym Operatorem Systemu Dystrybucyjnego na warunkach dotychczas obowiązującej umowy z dystrybutorem, z możliwością zmiany grupy taryfowej i/lub mocy umownej, w przypadku pozytywnego rozpatrzenia przez Operatora Systemu Dystrybucyjnego zgłoszenia zmiany sprzedawcy o którym mowa w pkt. 1, 4. uzyskania, w razie potrzeby, od dotychczasowego sprzedawcy informacji o numerze, dacie zawarcia, terminie obowiązywania i okresie wypowiedzenia dotychczas obowiązującej umowy sprzedaży energii elektrycznej i świadczenia usług dystrybucji bądź umowy sprzedaży energii elektrycznej. dotyczy punktu poboru zlokalizowanego przy ul. …………..…….…………………..………………., kod pocztowy ……….…………., w miejscowości: …………………………………..……………….…………….. </w:t>
      </w:r>
      <w:r>
        <w:rPr>
          <w:color w:val="auto"/>
          <w:sz w:val="18"/>
          <w:szCs w:val="18"/>
        </w:rPr>
        <w:br/>
        <w:t xml:space="preserve">Jednocześnie oświadczam, iż posiadam tytuł prawny do powyższego punktu poboru w postaci …………………………………………… nr ......................................., ważny do ……………………….……. Niniejsze pełnomocnictwo uprawnia ……………………………….. do udzielania dalszych pełnomocnictw substytucyjnych. Mocodawca zrzeka się prawa do odwołania niniejszego pełnomocnictwa, co uzasadnione jest łączącym Mocodawcę i …………………..…………………….. stosunkiem prawnym. </w:t>
      </w:r>
    </w:p>
    <w:p w:rsidR="00731F73" w:rsidRDefault="00731F73" w:rsidP="0051378A">
      <w:pPr>
        <w:pStyle w:val="Default"/>
        <w:rPr>
          <w:color w:val="auto"/>
          <w:sz w:val="18"/>
          <w:szCs w:val="18"/>
        </w:rPr>
      </w:pPr>
    </w:p>
    <w:p w:rsidR="00731F73" w:rsidRDefault="00731F73" w:rsidP="0051378A">
      <w:pPr>
        <w:pStyle w:val="Default"/>
        <w:rPr>
          <w:color w:val="auto"/>
          <w:sz w:val="18"/>
          <w:szCs w:val="18"/>
        </w:rPr>
      </w:pPr>
    </w:p>
    <w:p w:rsidR="00731F73" w:rsidRDefault="00731F73" w:rsidP="00571ABC">
      <w:pPr>
        <w:pStyle w:val="Default"/>
        <w:spacing w:before="720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Czytelny podpis, pieczątka imienna </w:t>
      </w:r>
    </w:p>
    <w:p w:rsidR="00731F73" w:rsidRDefault="00731F73" w:rsidP="0051378A">
      <w:pPr>
        <w:rPr>
          <w:i/>
          <w:iCs/>
          <w:sz w:val="13"/>
          <w:szCs w:val="13"/>
        </w:rPr>
      </w:pPr>
    </w:p>
    <w:p w:rsidR="00731F73" w:rsidRDefault="00731F73" w:rsidP="0051378A">
      <w:r>
        <w:rPr>
          <w:i/>
          <w:iCs/>
          <w:sz w:val="13"/>
          <w:szCs w:val="13"/>
        </w:rPr>
        <w:t>* - niepotrzebne skreślić; imię i nazwisko, adres zameldowania, seria i nr dowodu osobistego,PESEL podać w przypadku osób fizycznych, osób fizycznych prowadzących działalność gospodarczą, spółek cywilnych</w:t>
      </w:r>
    </w:p>
    <w:sectPr w:rsidR="00731F73" w:rsidSect="00571AB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389"/>
    <w:rsid w:val="00063389"/>
    <w:rsid w:val="00151B37"/>
    <w:rsid w:val="002D51AE"/>
    <w:rsid w:val="00345185"/>
    <w:rsid w:val="00352094"/>
    <w:rsid w:val="003D5CBA"/>
    <w:rsid w:val="004137F8"/>
    <w:rsid w:val="004B22EA"/>
    <w:rsid w:val="004E132A"/>
    <w:rsid w:val="0051378A"/>
    <w:rsid w:val="00571ABC"/>
    <w:rsid w:val="005A24FD"/>
    <w:rsid w:val="005F24C8"/>
    <w:rsid w:val="00731F73"/>
    <w:rsid w:val="00741CE1"/>
    <w:rsid w:val="00953801"/>
    <w:rsid w:val="00A96ABD"/>
    <w:rsid w:val="00AD6773"/>
    <w:rsid w:val="00BE366C"/>
    <w:rsid w:val="00C70038"/>
    <w:rsid w:val="00D8479A"/>
    <w:rsid w:val="00D96326"/>
    <w:rsid w:val="00F03728"/>
    <w:rsid w:val="00F159A7"/>
    <w:rsid w:val="00F4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7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137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401</Words>
  <Characters>2411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2014-10-17T13:30:00Z</dcterms:created>
  <dcterms:modified xsi:type="dcterms:W3CDTF">2014-12-10T11:39:00Z</dcterms:modified>
</cp:coreProperties>
</file>